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6ED6151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B70D7A">
        <w:rPr>
          <w:rFonts w:ascii="Corbel" w:hAnsi="Corbel"/>
          <w:b/>
          <w:smallCaps/>
          <w:sz w:val="24"/>
          <w:szCs w:val="24"/>
        </w:rPr>
        <w:t>2022-2024</w:t>
      </w:r>
    </w:p>
    <w:p w14:paraId="52A1F5A6" w14:textId="4A55930A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B70D7A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B70D7A">
        <w:rPr>
          <w:rFonts w:ascii="Corbel" w:hAnsi="Corbel"/>
          <w:sz w:val="20"/>
          <w:szCs w:val="20"/>
        </w:rPr>
        <w:t>3</w:t>
      </w:r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26387123" w:rsidR="004E4652" w:rsidRPr="00EB2281" w:rsidRDefault="00D93829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321AC674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3C7347C3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UR, dr Jadwiga Pawłowska-Mielech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5C50627B" w:rsidR="00015B8F" w:rsidRPr="009C54AE" w:rsidRDefault="00D938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13222AA3" w:rsidR="000368C2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61468B02" w:rsidR="005F3EA5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Metodyki zarządzania projektami stosowane przez project managerów u operatorów systemu dystrybucyjnego w Polsce : studium empiryczne / Agnieszka Anna Szpitter.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Zdonek ; oprac. Aleksandra Czupryna-Nowak [et al.]. - Gliwice : Wydawnictwo </w:t>
            </w:r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 Śląskiej,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DD731" w14:textId="77777777" w:rsidR="00992E88" w:rsidRDefault="00992E88" w:rsidP="00C16ABF">
      <w:pPr>
        <w:spacing w:after="0" w:line="240" w:lineRule="auto"/>
      </w:pPr>
      <w:r>
        <w:separator/>
      </w:r>
    </w:p>
  </w:endnote>
  <w:endnote w:type="continuationSeparator" w:id="0">
    <w:p w14:paraId="47765E89" w14:textId="77777777" w:rsidR="00992E88" w:rsidRDefault="00992E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732E6" w14:textId="77777777" w:rsidR="00992E88" w:rsidRDefault="00992E88" w:rsidP="00C16ABF">
      <w:pPr>
        <w:spacing w:after="0" w:line="240" w:lineRule="auto"/>
      </w:pPr>
      <w:r>
        <w:separator/>
      </w:r>
    </w:p>
  </w:footnote>
  <w:footnote w:type="continuationSeparator" w:id="0">
    <w:p w14:paraId="7EF81CA3" w14:textId="77777777" w:rsidR="00992E88" w:rsidRDefault="00992E88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094B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A4FE1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A6095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2E88"/>
    <w:rsid w:val="00997F14"/>
    <w:rsid w:val="009A18A7"/>
    <w:rsid w:val="009A78D9"/>
    <w:rsid w:val="009B1E3C"/>
    <w:rsid w:val="009C3E31"/>
    <w:rsid w:val="009C4113"/>
    <w:rsid w:val="009C54AE"/>
    <w:rsid w:val="009C788E"/>
    <w:rsid w:val="009E27E8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0D7A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3829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55C7D"/>
    <w:rsid w:val="00E63348"/>
    <w:rsid w:val="00E77E88"/>
    <w:rsid w:val="00E8107D"/>
    <w:rsid w:val="00E85A1D"/>
    <w:rsid w:val="00EA4832"/>
    <w:rsid w:val="00EB6EF8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A7509-7589-4B00-A0FD-A4FF525F6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A39EE2-1C82-4D8F-A2C7-A7781ADE0D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1271</Words>
  <Characters>7628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10</cp:revision>
  <cp:lastPrinted>2017-02-15T12:41:00Z</cp:lastPrinted>
  <dcterms:created xsi:type="dcterms:W3CDTF">2020-12-13T11:53:00Z</dcterms:created>
  <dcterms:modified xsi:type="dcterms:W3CDTF">2022-09-22T17:55:00Z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